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90" w:rsidRDefault="00380590" w:rsidP="009115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00F8">
        <w:rPr>
          <w:rFonts w:ascii="Times New Roman" w:hAnsi="Times New Roman"/>
          <w:b/>
          <w:sz w:val="28"/>
          <w:szCs w:val="28"/>
        </w:rPr>
        <w:t xml:space="preserve">АДМИНИСТРАЦИЯ ПЯТИЛЕТСКОГО СЕЛЬСОВЕТА ЧЕРЕПАНОВСКОГО РАЙОНА </w:t>
      </w:r>
    </w:p>
    <w:p w:rsidR="00380590" w:rsidRDefault="00380590" w:rsidP="009115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00F8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380590" w:rsidRPr="000500F8" w:rsidRDefault="00380590" w:rsidP="00B41C55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380590" w:rsidRPr="000500F8" w:rsidRDefault="00380590" w:rsidP="0091159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500F8">
        <w:rPr>
          <w:rFonts w:ascii="Times New Roman" w:hAnsi="Times New Roman"/>
          <w:b/>
          <w:sz w:val="32"/>
          <w:szCs w:val="32"/>
        </w:rPr>
        <w:t>ПОСТАНОВЛЕНИЕ</w:t>
      </w:r>
    </w:p>
    <w:p w:rsidR="00380590" w:rsidRPr="00125C1C" w:rsidRDefault="00380590" w:rsidP="00B41C5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0590" w:rsidRPr="007A53B4" w:rsidRDefault="00380590" w:rsidP="007A53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13.07.2016 № 121</w:t>
      </w:r>
    </w:p>
    <w:p w:rsidR="00380590" w:rsidRDefault="00380590" w:rsidP="00BC4706">
      <w:pPr>
        <w:pStyle w:val="Title"/>
        <w:rPr>
          <w:sz w:val="28"/>
          <w:szCs w:val="28"/>
        </w:rPr>
      </w:pPr>
      <w:r>
        <w:rPr>
          <w:sz w:val="28"/>
        </w:rPr>
        <w:t xml:space="preserve">О внесении изменений в постановление </w:t>
      </w:r>
      <w:r w:rsidRPr="00911591">
        <w:rPr>
          <w:sz w:val="28"/>
          <w:szCs w:val="28"/>
        </w:rPr>
        <w:t xml:space="preserve">администрации </w:t>
      </w:r>
    </w:p>
    <w:p w:rsidR="00380590" w:rsidRDefault="00380590" w:rsidP="00BC4706">
      <w:pPr>
        <w:pStyle w:val="Title"/>
        <w:rPr>
          <w:sz w:val="28"/>
          <w:szCs w:val="28"/>
        </w:rPr>
      </w:pPr>
      <w:r w:rsidRPr="00911591">
        <w:rPr>
          <w:sz w:val="28"/>
          <w:szCs w:val="28"/>
        </w:rPr>
        <w:t>Пятилетского сельсовета Черепановского ра</w:t>
      </w:r>
      <w:r>
        <w:rPr>
          <w:sz w:val="28"/>
          <w:szCs w:val="28"/>
        </w:rPr>
        <w:t xml:space="preserve">йона </w:t>
      </w:r>
    </w:p>
    <w:p w:rsidR="00380590" w:rsidRPr="00BC4706" w:rsidRDefault="00380590" w:rsidP="00BC4706">
      <w:pPr>
        <w:pStyle w:val="Title"/>
        <w:rPr>
          <w:sz w:val="28"/>
          <w:szCs w:val="28"/>
        </w:rPr>
      </w:pPr>
      <w:r>
        <w:rPr>
          <w:sz w:val="28"/>
          <w:szCs w:val="28"/>
        </w:rPr>
        <w:t>Новосибирской области от 09.03</w:t>
      </w:r>
      <w:r w:rsidRPr="00911591">
        <w:rPr>
          <w:sz w:val="28"/>
          <w:szCs w:val="28"/>
        </w:rPr>
        <w:t>.2016</w:t>
      </w:r>
      <w:r>
        <w:rPr>
          <w:sz w:val="28"/>
          <w:szCs w:val="28"/>
        </w:rPr>
        <w:t xml:space="preserve"> </w:t>
      </w:r>
      <w:r w:rsidRPr="00911591">
        <w:rPr>
          <w:sz w:val="28"/>
          <w:szCs w:val="28"/>
        </w:rPr>
        <w:t>г.</w:t>
      </w:r>
      <w:r>
        <w:rPr>
          <w:sz w:val="28"/>
          <w:szCs w:val="28"/>
        </w:rPr>
        <w:t xml:space="preserve"> № 55</w:t>
      </w:r>
      <w:r w:rsidRPr="00911591">
        <w:rPr>
          <w:sz w:val="28"/>
          <w:szCs w:val="28"/>
        </w:rPr>
        <w:t xml:space="preserve"> </w:t>
      </w:r>
    </w:p>
    <w:p w:rsidR="00380590" w:rsidRDefault="00380590" w:rsidP="006A25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0590" w:rsidRPr="006A2550" w:rsidRDefault="00380590" w:rsidP="006A25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0590" w:rsidRPr="006A2550" w:rsidRDefault="00380590" w:rsidP="006A255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Экспертного заключения на постановление администрации Пятилетского сельсовета Черепановского района Новосибирской области от 29.03.2016 № 55 «Об утверждении положения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врученных от его реализации» Министерства юстиции Новосибирской области Управления законопроектных работ и ведения регистра от 20.06.2016 № 3596-4-04/9, администрация Пятилетского</w:t>
      </w:r>
      <w:r w:rsidRPr="006A2550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Черепановского</w:t>
      </w:r>
      <w:r w:rsidRPr="006A255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,</w:t>
      </w:r>
    </w:p>
    <w:p w:rsidR="00380590" w:rsidRPr="00911591" w:rsidRDefault="00380590" w:rsidP="0091159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099F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380590" w:rsidRPr="005B5BAC" w:rsidRDefault="00380590" w:rsidP="005B5BAC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B5BAC">
        <w:rPr>
          <w:rFonts w:ascii="Times New Roman" w:hAnsi="Times New Roman"/>
          <w:sz w:val="28"/>
          <w:szCs w:val="28"/>
        </w:rPr>
        <w:t>1.</w:t>
      </w:r>
      <w:r>
        <w:t xml:space="preserve"> </w:t>
      </w:r>
      <w:r w:rsidRPr="005B5BAC">
        <w:rPr>
          <w:rFonts w:ascii="Times New Roman" w:hAnsi="Times New Roman"/>
          <w:sz w:val="28"/>
          <w:szCs w:val="28"/>
        </w:rPr>
        <w:t>Внести в постановление администрации Пятилетского Черепановского ра</w:t>
      </w:r>
      <w:r>
        <w:rPr>
          <w:rFonts w:ascii="Times New Roman" w:hAnsi="Times New Roman"/>
          <w:sz w:val="28"/>
          <w:szCs w:val="28"/>
        </w:rPr>
        <w:t>йона Новосибирской области от 29.03.2016 г. № 55</w:t>
      </w:r>
      <w:r w:rsidRPr="005B5BAC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>б утверждении положения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зачислению средств, вырученных от его реализации» следующее изменение</w:t>
      </w:r>
      <w:r w:rsidRPr="005B5BAC">
        <w:rPr>
          <w:rFonts w:ascii="Times New Roman" w:hAnsi="Times New Roman"/>
          <w:sz w:val="28"/>
          <w:szCs w:val="28"/>
        </w:rPr>
        <w:t>:</w:t>
      </w:r>
    </w:p>
    <w:p w:rsidR="00380590" w:rsidRDefault="00380590" w:rsidP="006A2550">
      <w:pPr>
        <w:pStyle w:val="Title"/>
        <w:numPr>
          <w:ilvl w:val="1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Пункт 1 Положения </w:t>
      </w:r>
      <w:r w:rsidRPr="00994FA3">
        <w:rPr>
          <w:sz w:val="28"/>
          <w:szCs w:val="28"/>
        </w:rPr>
        <w:t>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>
        <w:rPr>
          <w:sz w:val="28"/>
        </w:rPr>
        <w:t>, изложить в следующей редакции:</w:t>
      </w:r>
    </w:p>
    <w:p w:rsidR="00380590" w:rsidRDefault="00380590" w:rsidP="007A53B4">
      <w:pPr>
        <w:pStyle w:val="Title"/>
        <w:ind w:firstLine="540"/>
        <w:jc w:val="both"/>
        <w:rPr>
          <w:sz w:val="28"/>
        </w:rPr>
      </w:pPr>
      <w:r>
        <w:rPr>
          <w:sz w:val="28"/>
          <w:szCs w:val="28"/>
        </w:rPr>
        <w:t>«</w:t>
      </w:r>
      <w:r w:rsidRPr="00994FA3">
        <w:rPr>
          <w:sz w:val="28"/>
          <w:szCs w:val="28"/>
        </w:rPr>
        <w:t>1. Настоящее Положение определяет порядо</w:t>
      </w:r>
      <w:r>
        <w:rPr>
          <w:sz w:val="28"/>
          <w:szCs w:val="28"/>
        </w:rPr>
        <w:t>к сообщения лицами, замещающими</w:t>
      </w:r>
      <w:r w:rsidRPr="00994FA3">
        <w:rPr>
          <w:sz w:val="28"/>
          <w:szCs w:val="28"/>
        </w:rPr>
        <w:t xml:space="preserve"> муниципальные</w:t>
      </w:r>
      <w:r>
        <w:rPr>
          <w:sz w:val="28"/>
          <w:szCs w:val="28"/>
        </w:rPr>
        <w:t xml:space="preserve"> должности, муниципальными служащими</w:t>
      </w:r>
      <w:r w:rsidRPr="00994FA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Пятилетского</w:t>
      </w:r>
      <w:r w:rsidRPr="00994FA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Черепановского</w:t>
      </w:r>
      <w:r w:rsidRPr="00994FA3">
        <w:rPr>
          <w:sz w:val="28"/>
          <w:szCs w:val="28"/>
        </w:rPr>
        <w:t xml:space="preserve"> района Новосибирской области (далее соответственно - лица, замещающие  муниципальные должности, служащие),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  <w:r>
        <w:rPr>
          <w:sz w:val="28"/>
          <w:szCs w:val="28"/>
        </w:rPr>
        <w:t>»</w:t>
      </w:r>
    </w:p>
    <w:p w:rsidR="00380590" w:rsidRDefault="00380590" w:rsidP="00F56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0590" w:rsidRDefault="00380590" w:rsidP="00F56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0590" w:rsidRPr="00125C1C" w:rsidRDefault="00380590" w:rsidP="00F569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5C1C">
        <w:rPr>
          <w:rFonts w:ascii="Times New Roman" w:hAnsi="Times New Roman"/>
          <w:sz w:val="28"/>
          <w:szCs w:val="28"/>
        </w:rPr>
        <w:t xml:space="preserve">Глава  </w:t>
      </w:r>
      <w:r>
        <w:rPr>
          <w:rFonts w:ascii="Times New Roman" w:hAnsi="Times New Roman"/>
          <w:sz w:val="28"/>
          <w:szCs w:val="28"/>
        </w:rPr>
        <w:t xml:space="preserve">Пятилетского сельсовета </w:t>
      </w:r>
    </w:p>
    <w:p w:rsidR="00380590" w:rsidRDefault="00380590" w:rsidP="00F56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Черепановского</w:t>
      </w:r>
      <w:r w:rsidRPr="00125C1C">
        <w:rPr>
          <w:rFonts w:ascii="Times New Roman" w:hAnsi="Times New Roman"/>
          <w:sz w:val="28"/>
          <w:szCs w:val="28"/>
        </w:rPr>
        <w:t xml:space="preserve"> района </w:t>
      </w:r>
    </w:p>
    <w:p w:rsidR="00380590" w:rsidRDefault="00380590" w:rsidP="00F569B1">
      <w:pPr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  <w:r w:rsidRPr="00125C1C">
        <w:rPr>
          <w:rFonts w:ascii="Times New Roman" w:hAnsi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В.Н. Кононов</w:t>
      </w:r>
      <w:r w:rsidRPr="00125C1C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25C1C">
        <w:rPr>
          <w:rFonts w:ascii="Times New Roman" w:hAnsi="Times New Roman"/>
          <w:sz w:val="28"/>
          <w:szCs w:val="28"/>
        </w:rPr>
        <w:t xml:space="preserve">    </w:t>
      </w:r>
    </w:p>
    <w:p w:rsidR="00380590" w:rsidRPr="00B41C55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</w:p>
    <w:p w:rsidR="00380590" w:rsidRDefault="00380590" w:rsidP="0059674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Копенкина О.В.</w:t>
      </w:r>
    </w:p>
    <w:p w:rsidR="00380590" w:rsidRPr="00B41C55" w:rsidRDefault="00380590" w:rsidP="0059674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58-222</w:t>
      </w:r>
    </w:p>
    <w:sectPr w:rsidR="00380590" w:rsidRPr="00B41C55" w:rsidSect="00E464E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1C98"/>
    <w:multiLevelType w:val="hybridMultilevel"/>
    <w:tmpl w:val="A5D42B6A"/>
    <w:lvl w:ilvl="0" w:tplc="7B305F5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A9307BD"/>
    <w:multiLevelType w:val="hybridMultilevel"/>
    <w:tmpl w:val="2FEA765E"/>
    <w:lvl w:ilvl="0" w:tplc="7E6A385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2E71744A"/>
    <w:multiLevelType w:val="multilevel"/>
    <w:tmpl w:val="ACB422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9B1"/>
    <w:rsid w:val="000500F8"/>
    <w:rsid w:val="000642E8"/>
    <w:rsid w:val="00071740"/>
    <w:rsid w:val="00073285"/>
    <w:rsid w:val="000A140F"/>
    <w:rsid w:val="000E0975"/>
    <w:rsid w:val="000F7E97"/>
    <w:rsid w:val="00125C1C"/>
    <w:rsid w:val="0013096E"/>
    <w:rsid w:val="0013243D"/>
    <w:rsid w:val="00165404"/>
    <w:rsid w:val="0017251E"/>
    <w:rsid w:val="00173182"/>
    <w:rsid w:val="00184133"/>
    <w:rsid w:val="001B2B77"/>
    <w:rsid w:val="001D1CA1"/>
    <w:rsid w:val="001F244F"/>
    <w:rsid w:val="00210E94"/>
    <w:rsid w:val="00274DD8"/>
    <w:rsid w:val="002C4C3A"/>
    <w:rsid w:val="00380590"/>
    <w:rsid w:val="003C32AF"/>
    <w:rsid w:val="003C7270"/>
    <w:rsid w:val="003F4266"/>
    <w:rsid w:val="003F49EF"/>
    <w:rsid w:val="00403DFB"/>
    <w:rsid w:val="0042497F"/>
    <w:rsid w:val="0042774C"/>
    <w:rsid w:val="00451C84"/>
    <w:rsid w:val="0048143E"/>
    <w:rsid w:val="00493FF9"/>
    <w:rsid w:val="004F6D6A"/>
    <w:rsid w:val="00562436"/>
    <w:rsid w:val="00573E7E"/>
    <w:rsid w:val="0059674B"/>
    <w:rsid w:val="005B5ACB"/>
    <w:rsid w:val="005B5BAC"/>
    <w:rsid w:val="00610BEB"/>
    <w:rsid w:val="006636B4"/>
    <w:rsid w:val="006A2550"/>
    <w:rsid w:val="006A341C"/>
    <w:rsid w:val="006D2973"/>
    <w:rsid w:val="00711A73"/>
    <w:rsid w:val="007335B9"/>
    <w:rsid w:val="0075307D"/>
    <w:rsid w:val="00764B15"/>
    <w:rsid w:val="0077322F"/>
    <w:rsid w:val="00777E1D"/>
    <w:rsid w:val="007A53B4"/>
    <w:rsid w:val="007A7209"/>
    <w:rsid w:val="007C0398"/>
    <w:rsid w:val="007D3554"/>
    <w:rsid w:val="007D7952"/>
    <w:rsid w:val="007F1A1D"/>
    <w:rsid w:val="00841510"/>
    <w:rsid w:val="00850025"/>
    <w:rsid w:val="00875428"/>
    <w:rsid w:val="00880DD7"/>
    <w:rsid w:val="00890E8E"/>
    <w:rsid w:val="008A5BA8"/>
    <w:rsid w:val="008D17C1"/>
    <w:rsid w:val="008F099F"/>
    <w:rsid w:val="00910F1A"/>
    <w:rsid w:val="00911591"/>
    <w:rsid w:val="00973D93"/>
    <w:rsid w:val="00987378"/>
    <w:rsid w:val="00994FA3"/>
    <w:rsid w:val="009C6263"/>
    <w:rsid w:val="00A34C76"/>
    <w:rsid w:val="00A55A72"/>
    <w:rsid w:val="00A8505E"/>
    <w:rsid w:val="00A949B1"/>
    <w:rsid w:val="00AA27EF"/>
    <w:rsid w:val="00AD4232"/>
    <w:rsid w:val="00B41C55"/>
    <w:rsid w:val="00B44A87"/>
    <w:rsid w:val="00B61B3C"/>
    <w:rsid w:val="00BC4706"/>
    <w:rsid w:val="00BC6863"/>
    <w:rsid w:val="00C00423"/>
    <w:rsid w:val="00C15984"/>
    <w:rsid w:val="00C254B6"/>
    <w:rsid w:val="00C322A6"/>
    <w:rsid w:val="00C34D89"/>
    <w:rsid w:val="00C62B88"/>
    <w:rsid w:val="00C87C79"/>
    <w:rsid w:val="00C94CC8"/>
    <w:rsid w:val="00D44D08"/>
    <w:rsid w:val="00DB772C"/>
    <w:rsid w:val="00DD5BDD"/>
    <w:rsid w:val="00DD6A71"/>
    <w:rsid w:val="00E32D27"/>
    <w:rsid w:val="00E42B8A"/>
    <w:rsid w:val="00E464E7"/>
    <w:rsid w:val="00E55AE3"/>
    <w:rsid w:val="00EC7F21"/>
    <w:rsid w:val="00EF5227"/>
    <w:rsid w:val="00F11242"/>
    <w:rsid w:val="00F16436"/>
    <w:rsid w:val="00F20501"/>
    <w:rsid w:val="00F22A4A"/>
    <w:rsid w:val="00F569B1"/>
    <w:rsid w:val="00FA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9B1"/>
    <w:pPr>
      <w:spacing w:after="200" w:line="276" w:lineRule="auto"/>
    </w:pPr>
    <w:rPr>
      <w:rFonts w:eastAsia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69B1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569B1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F569B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0E0975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0975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C15984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15984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125C1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A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255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413</Words>
  <Characters>2359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СЕЛЬСОВЕТА </dc:title>
  <dc:subject/>
  <dc:creator>UserPC</dc:creator>
  <cp:keywords/>
  <dc:description/>
  <cp:lastModifiedBy>SamLab.ws</cp:lastModifiedBy>
  <cp:revision>8</cp:revision>
  <cp:lastPrinted>2016-07-14T06:30:00Z</cp:lastPrinted>
  <dcterms:created xsi:type="dcterms:W3CDTF">2016-07-13T05:03:00Z</dcterms:created>
  <dcterms:modified xsi:type="dcterms:W3CDTF">2016-07-14T06:31:00Z</dcterms:modified>
</cp:coreProperties>
</file>